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F3" w:rsidRDefault="00A32EF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" style="position:absolute;margin-left:306pt;margin-top:621pt;width:257.25pt;height:104.3pt;z-index:251652096;visibility:visible;mso-wrap-edited:f;mso-wrap-distance-left:2.88pt;mso-wrap-distance-top:2.88pt;mso-wrap-distance-right:2.88pt;mso-wrap-distance-bottom:2.88pt" filled="f" strokeweight="0" insetpen="t" o:cliptowrap="t">
            <v:stroke>
              <o:left v:ext="view" weight="0" joinstyle="miter" insetpen="t"/>
              <o:top v:ext="view" weight="0" joinstyle="miter" insetpen="t"/>
              <o:right v:ext="view" weight="0" joinstyle="miter" insetpen="t"/>
              <o:bottom v:ext="view" weight="0" joinstyle="miter" insetpen="t"/>
            </v:stroke>
            <v:shadow color="#ccc"/>
            <o:lock v:ext="edit" shapetype="t"/>
            <v:textbox style="mso-column-margin:5.7pt" inset="2.85pt,2.85pt,2.85pt,2.85pt">
              <w:txbxContent>
                <w:p w:rsidR="00A32EF3" w:rsidRDefault="00A32EF3" w:rsidP="00DB7E2E">
                  <w:pPr>
                    <w:pStyle w:val="msoaddress"/>
                    <w:widowControl w:val="0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Project Partners</w:t>
                  </w:r>
                </w:p>
                <w:p w:rsidR="00A32EF3" w:rsidRDefault="00A32EF3" w:rsidP="00DB7E2E">
                  <w:pPr>
                    <w:pStyle w:val="msoaddress"/>
                    <w:widowControl w:val="0"/>
                    <w:ind w:left="360" w:hanging="3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Symbol" w:hAnsi="Symbol" w:cs="Symbol"/>
                      <w:sz w:val="20"/>
                      <w:szCs w:val="20"/>
                    </w:rPr>
                    <w:t></w:t>
                  </w:r>
                  <w:r>
                    <w:rPr>
                      <w:rFonts w:ascii="Symbol" w:hAnsi="Symbol" w:cs="Symbol"/>
                      <w:sz w:val="20"/>
                      <w:szCs w:val="20"/>
                    </w:rPr>
                    <w:t></w:t>
                  </w:r>
                  <w:r w:rsidRPr="00637E0D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Robert H. Mollohan Family Charitable Foundation</w:t>
                  </w:r>
                </w:p>
                <w:p w:rsidR="00A32EF3" w:rsidRDefault="00A32EF3" w:rsidP="00DB7E2E">
                  <w:pPr>
                    <w:pStyle w:val="msoaddress"/>
                    <w:widowControl w:val="0"/>
                    <w:ind w:left="360" w:hanging="3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Symbol" w:hAnsi="Symbol" w:cs="Symbol"/>
                      <w:sz w:val="20"/>
                      <w:szCs w:val="20"/>
                    </w:rPr>
                    <w:t></w:t>
                  </w:r>
                  <w:r>
                    <w:rPr>
                      <w:rFonts w:ascii="Symbol" w:hAnsi="Symbol" w:cs="Symbol"/>
                      <w:sz w:val="20"/>
                      <w:szCs w:val="20"/>
                    </w:rPr>
                    <w:t>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WVU </w:t>
                  </w: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CEMR</w:t>
                      </w:r>
                    </w:smartTag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smartTag w:uri="urn:schemas-microsoft-com:office:smarttags" w:element="PlaceName"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Robotics</w:t>
                      </w:r>
                    </w:smartTag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Center</w:t>
                      </w:r>
                    </w:smartTag>
                  </w:smartTag>
                </w:p>
                <w:p w:rsidR="00A32EF3" w:rsidRDefault="00A32EF3" w:rsidP="00DB7E2E">
                  <w:pPr>
                    <w:pStyle w:val="msoaddress"/>
                    <w:widowControl w:val="0"/>
                    <w:ind w:left="360" w:hanging="3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Symbol" w:hAnsi="Symbol" w:cs="Symbol"/>
                      <w:sz w:val="20"/>
                      <w:szCs w:val="20"/>
                    </w:rPr>
                    <w:t></w:t>
                  </w:r>
                  <w:r>
                    <w:rPr>
                      <w:rFonts w:ascii="Symbol" w:hAnsi="Symbol" w:cs="Symbol"/>
                      <w:sz w:val="20"/>
                      <w:szCs w:val="20"/>
                    </w:rPr>
                    <w:t>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NASA IV &amp; V Facility</w:t>
                  </w:r>
                </w:p>
                <w:p w:rsidR="00A32EF3" w:rsidRDefault="00A32EF3" w:rsidP="00DB7E2E">
                  <w:pPr>
                    <w:pStyle w:val="msoaddress"/>
                    <w:widowControl w:val="0"/>
                    <w:ind w:left="360" w:hanging="3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Symbol" w:hAnsi="Symbol" w:cs="Symbol"/>
                      <w:sz w:val="20"/>
                      <w:szCs w:val="20"/>
                    </w:rPr>
                    <w:t></w:t>
                  </w:r>
                  <w:r>
                    <w:rPr>
                      <w:rFonts w:ascii="Symbol" w:hAnsi="Symbol" w:cs="Symbol"/>
                      <w:sz w:val="20"/>
                      <w:szCs w:val="20"/>
                    </w:rPr>
                    <w:t>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NASA </w:t>
                  </w: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Educator</w:t>
                      </w:r>
                    </w:smartTag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smartTag w:uri="urn:schemas-microsoft-com:office:smarttags" w:element="PlaceName"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Resource</w:t>
                      </w:r>
                    </w:smartTag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Center</w:t>
                      </w:r>
                    </w:smartTag>
                  </w:smartTag>
                </w:p>
                <w:p w:rsidR="00A32EF3" w:rsidRDefault="00A32EF3" w:rsidP="00DB7E2E">
                  <w:pPr>
                    <w:pStyle w:val="msoaddress"/>
                    <w:widowControl w:val="0"/>
                    <w:ind w:left="360" w:hanging="3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Symbol" w:hAnsi="Symbol" w:cs="Symbol"/>
                      <w:sz w:val="20"/>
                      <w:szCs w:val="20"/>
                    </w:rPr>
                    <w:t></w:t>
                  </w:r>
                  <w:r>
                    <w:rPr>
                      <w:rFonts w:ascii="Symbol" w:hAnsi="Symbol" w:cs="Symbol"/>
                      <w:sz w:val="20"/>
                      <w:szCs w:val="20"/>
                    </w:rPr>
                    <w:t>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National White Collar Crime Center (NW3C)</w:t>
                  </w:r>
                </w:p>
                <w:p w:rsidR="00A32EF3" w:rsidRDefault="00A32EF3" w:rsidP="00DB7E2E">
                  <w:pPr>
                    <w:widowControl w:val="0"/>
                    <w:ind w:left="360" w:hanging="360"/>
                  </w:pPr>
                  <w:r>
                    <w:rPr>
                      <w:rFonts w:ascii="Symbol" w:hAnsi="Symbol" w:cs="Symbol"/>
                    </w:rPr>
                    <w:t></w:t>
                  </w:r>
                  <w:r>
                    <w:rPr>
                      <w:rFonts w:ascii="Symbol" w:hAnsi="Symbol" w:cs="Symbol"/>
                    </w:rPr>
                    <w:t></w:t>
                  </w:r>
                  <w:r>
                    <w:rPr>
                      <w:rFonts w:ascii="Arial" w:hAnsi="Arial" w:cs="Arial"/>
                    </w:rPr>
                    <w:t>West Virginia High Technology Consortium Foundation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43.2pt;margin-top:435pt;width:253.8pt;height:192.3pt;z-index:251658240;mso-wrap-distance-left:2.88pt;mso-wrap-distance-top:2.88pt;mso-wrap-distance-right:2.88pt;mso-wrap-distance-bottom:2.88pt" filled="f" stroked="f" insetpen="t" o:cliptowrap="t">
            <v:fill color2="black"/>
            <v:shadow color="#ccc"/>
            <v:textbox style="mso-column-margin:5.76pt" inset="2.88pt,2.88pt,2.88pt,2.88pt">
              <w:txbxContent>
                <w:p w:rsidR="00A32EF3" w:rsidRDefault="00A32EF3" w:rsidP="00DB7E2E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smartTag w:uri="urn:schemas-microsoft-com:office:smarttags" w:element="place">
                    <w:smartTag w:uri="urn:schemas-microsoft-com:office:smarttags" w:element="PlaceType"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Camp</w:t>
                      </w:r>
                    </w:smartTag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 xml:space="preserve"> </w:t>
                    </w:r>
                    <w:smartTag w:uri="urn:schemas-microsoft-com:office:smarttags" w:element="PlaceName"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Overview</w:t>
                      </w:r>
                    </w:smartTag>
                  </w:smartTag>
                </w:p>
                <w:p w:rsidR="00A32EF3" w:rsidRDefault="00A32EF3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Join other high school students for this exciting two-week camp and experience science as you never have!  And </w:t>
                  </w:r>
                  <w:r w:rsidRPr="00B53D66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earn college credit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!  Discover how energy and forces and motion are keys to successful space exploration by building a model robotic arm for NASA!  (College credit is only for 11</w:t>
                  </w:r>
                  <w:r w:rsidRPr="00045C4E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th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12</w:t>
                  </w:r>
                  <w:r w:rsidRPr="00045C4E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th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graders with a 3.0 GPA)</w:t>
                  </w:r>
                </w:p>
                <w:p w:rsidR="00A32EF3" w:rsidRPr="000E3EBC" w:rsidRDefault="00A32EF3" w:rsidP="00DB7E2E">
                  <w:pPr>
                    <w:widowControl w:val="0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A32EF3" w:rsidRDefault="00A32EF3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In addition to learning about engineering and science, you will learn from and about:</w:t>
                  </w:r>
                </w:p>
                <w:p w:rsidR="00A32EF3" w:rsidRPr="00A91493" w:rsidRDefault="00A32EF3" w:rsidP="00A9149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1493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A91493">
                    <w:rPr>
                      <w:rFonts w:ascii="Arial" w:hAnsi="Arial" w:cs="Arial"/>
                      <w:sz w:val="22"/>
                      <w:szCs w:val="22"/>
                    </w:rPr>
                    <w:t>Guest Scientists</w:t>
                  </w:r>
                </w:p>
                <w:p w:rsidR="00A32EF3" w:rsidRPr="00A91493" w:rsidRDefault="00A32EF3" w:rsidP="00A9149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- </w:t>
                  </w:r>
                  <w:r w:rsidRPr="00A91493">
                    <w:rPr>
                      <w:rFonts w:ascii="Arial" w:hAnsi="Arial" w:cs="Arial"/>
                      <w:sz w:val="22"/>
                      <w:szCs w:val="22"/>
                    </w:rPr>
                    <w:t>Field Trips</w:t>
                  </w:r>
                </w:p>
                <w:p w:rsidR="00A32EF3" w:rsidRPr="00A91493" w:rsidRDefault="00A32EF3" w:rsidP="00A9149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- </w:t>
                  </w:r>
                  <w:r w:rsidRPr="00A91493">
                    <w:rPr>
                      <w:rFonts w:ascii="Arial" w:hAnsi="Arial" w:cs="Arial"/>
                      <w:sz w:val="22"/>
                      <w:szCs w:val="22"/>
                    </w:rPr>
                    <w:t>Careers in Science and Engineering</w:t>
                  </w:r>
                </w:p>
                <w:p w:rsidR="00A32EF3" w:rsidRPr="00A91493" w:rsidRDefault="00A32EF3" w:rsidP="00A9149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- </w:t>
                  </w:r>
                  <w:r w:rsidRPr="00A91493">
                    <w:rPr>
                      <w:rFonts w:ascii="Arial" w:hAnsi="Arial" w:cs="Arial"/>
                      <w:sz w:val="22"/>
                      <w:szCs w:val="22"/>
                    </w:rPr>
                    <w:t>Post-Secondary Information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alt="" style="position:absolute;margin-left:43.2pt;margin-top:195pt;width:253.8pt;height:234.6pt;z-index:251661312;mso-wrap-distance-left:2.88pt;mso-wrap-distance-top:2.88pt;mso-wrap-distance-right:2.88pt;mso-wrap-distance-bottom:2.88pt" filled="f" insetpen="t" o:cliptowrap="t"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shadow color="#ccc"/>
            <v:textbox style="mso-column-margin:5.76pt" inset="2.88pt,2.88pt,2.88pt,2.88pt">
              <w:txbxContent>
                <w:p w:rsidR="00A32EF3" w:rsidRPr="00081365" w:rsidRDefault="00A32EF3" w:rsidP="00DB7E2E">
                  <w:pPr>
                    <w:widowControl w:val="0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81365">
                    <w:rPr>
                      <w:rFonts w:ascii="Arial" w:hAnsi="Arial" w:cs="Arial"/>
                      <w:sz w:val="28"/>
                      <w:szCs w:val="28"/>
                    </w:rPr>
                    <w:t xml:space="preserve">2011-12 High School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9</w:t>
                  </w:r>
                  <w:r w:rsidRPr="00081365">
                    <w:rPr>
                      <w:rFonts w:ascii="Arial" w:hAnsi="Arial" w:cs="Arial"/>
                      <w:sz w:val="28"/>
                      <w:szCs w:val="28"/>
                      <w:vertAlign w:val="superscript"/>
                    </w:rPr>
                    <w:t>th</w:t>
                  </w:r>
                  <w:r w:rsidRPr="00081365">
                    <w:rPr>
                      <w:rFonts w:ascii="Arial" w:hAnsi="Arial" w:cs="Arial"/>
                      <w:sz w:val="28"/>
                      <w:szCs w:val="28"/>
                    </w:rPr>
                    <w:t>-12</w:t>
                  </w:r>
                  <w:r w:rsidRPr="00081365">
                    <w:rPr>
                      <w:rFonts w:ascii="Arial" w:hAnsi="Arial" w:cs="Arial"/>
                      <w:sz w:val="28"/>
                      <w:szCs w:val="28"/>
                      <w:vertAlign w:val="superscript"/>
                    </w:rPr>
                    <w:t>th</w:t>
                  </w:r>
                  <w:r w:rsidRPr="00081365">
                    <w:rPr>
                      <w:rFonts w:ascii="Arial" w:hAnsi="Arial" w:cs="Arial"/>
                      <w:sz w:val="28"/>
                      <w:szCs w:val="28"/>
                    </w:rPr>
                    <w:t xml:space="preserve"> Graders</w:t>
                  </w:r>
                </w:p>
                <w:p w:rsidR="00A32EF3" w:rsidRDefault="00A32EF3" w:rsidP="00DB7E2E">
                  <w:pPr>
                    <w:widowControl w:val="0"/>
                    <w:rPr>
                      <w:rFonts w:ascii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cs="Arial"/>
                      <w:sz w:val="8"/>
                      <w:szCs w:val="8"/>
                    </w:rPr>
                    <w:t> </w:t>
                  </w:r>
                </w:p>
                <w:p w:rsidR="00A32EF3" w:rsidRDefault="00A32EF3" w:rsidP="00DB7E2E">
                  <w:pPr>
                    <w:widowContro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Would you like to:</w:t>
                  </w:r>
                </w:p>
                <w:p w:rsidR="00A32EF3" w:rsidRDefault="00A32EF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 w:cs="Symbol"/>
                    </w:rPr>
                    <w:t></w:t>
                  </w:r>
                  <w:r>
                    <w:rPr>
                      <w:rFonts w:ascii="Symbol" w:hAnsi="Symbol" w:cs="Symbol"/>
                    </w:rPr>
                    <w:t>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Learn about energy and forces and motion?</w:t>
                  </w:r>
                </w:p>
                <w:p w:rsidR="00A32EF3" w:rsidRDefault="00A32EF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 w:cs="Symbol"/>
                    </w:rPr>
                    <w:t></w:t>
                  </w:r>
                  <w:r>
                    <w:rPr>
                      <w:rFonts w:ascii="Symbol" w:hAnsi="Symbol" w:cs="Symbol"/>
                    </w:rPr>
                    <w:t>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Learn about robotics?</w:t>
                  </w:r>
                </w:p>
                <w:p w:rsidR="00A32EF3" w:rsidRDefault="00A32EF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 w:cs="Symbol"/>
                    </w:rPr>
                    <w:t></w:t>
                  </w:r>
                  <w:r>
                    <w:rPr>
                      <w:rFonts w:ascii="Symbol" w:hAnsi="Symbol" w:cs="Symbol"/>
                    </w:rPr>
                    <w:t>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Build a robotic arm model for NASA? </w:t>
                  </w:r>
                </w:p>
                <w:p w:rsidR="00A32EF3" w:rsidRPr="00232A65" w:rsidRDefault="00A32EF3" w:rsidP="00232A65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 w:cs="Symbol"/>
                    </w:rPr>
                    <w:t>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232A65">
                    <w:rPr>
                      <w:rFonts w:ascii="Arial" w:hAnsi="Arial" w:cs="Arial"/>
                      <w:sz w:val="22"/>
                      <w:szCs w:val="22"/>
                    </w:rPr>
                    <w:t>Learn from real scientists?</w:t>
                  </w:r>
                </w:p>
                <w:p w:rsidR="00A32EF3" w:rsidRPr="00696765" w:rsidRDefault="00A32EF3" w:rsidP="00696765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 w:cs="Symbol"/>
                    </w:rPr>
                    <w:t>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Earn college credit?</w:t>
                  </w:r>
                </w:p>
                <w:p w:rsidR="00A32EF3" w:rsidRDefault="00A32EF3" w:rsidP="00696765">
                  <w:pPr>
                    <w:widowControl w:val="0"/>
                    <w:ind w:left="360" w:hanging="36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Symbol" w:hAnsi="Symbol" w:cs="Symbol"/>
                    </w:rPr>
                    <w:t></w:t>
                  </w:r>
                  <w:r>
                    <w:rPr>
                      <w:rFonts w:ascii="Symbol" w:hAnsi="Symbol" w:cs="Symbol"/>
                    </w:rPr>
                    <w:t>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Learn hands-on science and engineering?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  <w:p w:rsidR="00A32EF3" w:rsidRDefault="00A32EF3" w:rsidP="00DB7E2E">
                  <w:pPr>
                    <w:widowControl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32EF3" w:rsidRDefault="00A32EF3" w:rsidP="00DB7E2E">
                  <w:pPr>
                    <w:widowControl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Join the WVHTC STEM Robotics Camp </w:t>
                  </w:r>
                </w:p>
                <w:p w:rsidR="00A32EF3" w:rsidRDefault="00A32EF3" w:rsidP="00DB7E2E">
                  <w:pPr>
                    <w:widowControl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in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Fairmont</w:t>
                      </w:r>
                    </w:smartTag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, </w:t>
                    </w:r>
                    <w:smartTag w:uri="urn:schemas-microsoft-com:office:smarttags" w:element="State"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WV</w:t>
                      </w:r>
                    </w:smartTag>
                  </w:smartTag>
                </w:p>
                <w:p w:rsidR="00A32EF3" w:rsidRDefault="00A32EF3" w:rsidP="00DB7E2E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  <w:p w:rsidR="00A32EF3" w:rsidRDefault="00A32EF3" w:rsidP="00DB7E2E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Project Dates</w:t>
                  </w:r>
                </w:p>
                <w:p w:rsidR="00A32EF3" w:rsidRDefault="00A32EF3" w:rsidP="00DB7E2E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 </w:t>
                  </w:r>
                </w:p>
                <w:p w:rsidR="00A32EF3" w:rsidRDefault="00A32EF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91493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July 11-15: Summer Camp Week 1</w:t>
                  </w:r>
                </w:p>
                <w:p w:rsidR="00A32EF3" w:rsidRDefault="00A32EF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- July 18-22: Summer Camp Week 2</w:t>
                  </w:r>
                </w:p>
                <w:p w:rsidR="00A32EF3" w:rsidRDefault="00A32EF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- Camp hours are </w:t>
                  </w:r>
                  <w:smartTag w:uri="urn:schemas-microsoft-com:office:smarttags" w:element="time">
                    <w:smartTagPr>
                      <w:attr w:name="Minute" w:val="30"/>
                      <w:attr w:name="Hour" w:val="8"/>
                    </w:smartTag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8:30 – 2:00</w:t>
                    </w:r>
                  </w:smartTag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each 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3.2pt;margin-top:627.3pt;width:253.8pt;height:44.25pt;z-index:251663360;mso-wrap-distance-left:2.88pt;mso-wrap-distance-top:2.88pt;mso-wrap-distance-right:2.88pt;mso-wrap-distance-bottom:2.88pt" filled="f" stroked="f" insetpen="t" o:cliptowrap="t">
            <v:fill color2="black"/>
            <v:shadow color="#ccc"/>
            <v:textbox style="mso-column-margin:5.76pt" inset="2.88pt,2.88pt,2.88pt,2.88pt">
              <w:txbxContent>
                <w:p w:rsidR="00A32EF3" w:rsidRDefault="00A32EF3" w:rsidP="00DB7E2E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Other Information</w:t>
                  </w:r>
                </w:p>
                <w:p w:rsidR="00A32EF3" w:rsidRDefault="00A32EF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 w:cs="Symbol"/>
                    </w:rPr>
                    <w:t></w:t>
                  </w:r>
                  <w:r>
                    <w:rPr>
                      <w:rFonts w:ascii="Symbol" w:hAnsi="Symbol" w:cs="Symbol"/>
                    </w:rPr>
                    <w:t>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You will need to provide your own transportation</w:t>
                  </w:r>
                </w:p>
                <w:p w:rsidR="00A32EF3" w:rsidRDefault="00A32EF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 w:cs="Symbol"/>
                    </w:rPr>
                    <w:t></w:t>
                  </w:r>
                  <w:r>
                    <w:rPr>
                      <w:rFonts w:ascii="Symbol" w:hAnsi="Symbol" w:cs="Symbol"/>
                    </w:rPr>
                    <w:t>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Lunch will be provided each day of the camp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alt="" style="position:absolute;margin-left:306pt;margin-top:414pt;width:257.25pt;height:180pt;z-index:251651072;visibility:visible;mso-wrap-edited:f;mso-wrap-distance-left:2.88pt;mso-wrap-distance-top:2.88pt;mso-wrap-distance-right:2.88pt;mso-wrap-distance-bottom:2.88pt" filled="f" strokeweight="0" insetpen="t" o:cliptowrap="t">
            <v:stroke>
              <o:left v:ext="view" weight="0" joinstyle="miter" insetpen="t"/>
              <o:top v:ext="view" weight="0" joinstyle="miter" insetpen="t"/>
              <o:right v:ext="view" weight="0" joinstyle="miter" insetpen="t"/>
              <o:bottom v:ext="view" weight="0" joinstyle="miter" insetpen="t"/>
            </v:stroke>
            <v:shadow color="#ccc"/>
            <o:lock v:ext="edit" shapetype="t"/>
            <v:textbox style="mso-column-margin:5.7pt" inset="2.85pt,2.85pt,2.85pt,2.85pt">
              <w:txbxContent>
                <w:p w:rsidR="00A32EF3" w:rsidRDefault="00A32EF3" w:rsidP="00DB7E2E">
                  <w:pPr>
                    <w:widowControl w:val="0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Learning Activities</w:t>
                  </w:r>
                </w:p>
                <w:p w:rsidR="00A32EF3" w:rsidRDefault="00A32EF3" w:rsidP="00DB7E2E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A32EF3" w:rsidRDefault="00A32EF3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Week 1 (7/11-7/15) </w:t>
                  </w:r>
                </w:p>
                <w:p w:rsidR="00A32EF3" w:rsidRDefault="00A32EF3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Work with a team and teacher coaches to understand the science of energy and forces and motion.  The work this week sets the stage for the robotics work in Week 2.  </w:t>
                  </w:r>
                </w:p>
                <w:p w:rsidR="00A32EF3" w:rsidRDefault="00A32EF3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  <w:p w:rsidR="00A32EF3" w:rsidRDefault="00A32EF3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Week 2 (7/18-7/22) </w:t>
                  </w:r>
                </w:p>
                <w:p w:rsidR="00A32EF3" w:rsidRDefault="00A32EF3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Working with your team and a robotics mentor, you will design, engineer and test a robotic arm as a model for NASA. 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s1031" type="#_x0000_t75" alt="JASON Logo 1 11.jpg" style="position:absolute;margin-left:30pt;margin-top:49.05pt;width:130.35pt;height:121.5pt;z-index:251664384;visibility:visible;mso-position-horizontal-relative:margin;mso-position-vertical-relative:margin">
            <v:imagedata r:id="rId5" o:title=""/>
            <w10:wrap type="square" anchorx="margin" anchory="margin"/>
          </v:shape>
        </w:pict>
      </w:r>
      <w:r>
        <w:rPr>
          <w:noProof/>
        </w:rPr>
        <w:pict>
          <v:line id="_x0000_s1032" alt="" style="position:absolute;z-index:251662336;mso-wrap-distance-left:2.88pt;mso-wrap-distance-top:2.88pt;mso-wrap-distance-right:2.88pt;mso-wrap-distance-bottom:2.88pt" from="73.5pt,357.75pt" to="267pt,357.75pt" strokeweight="1.5pt" o:cliptowrap="t">
            <v:shadow color="#ccc"/>
          </v:line>
        </w:pict>
      </w:r>
      <w:r>
        <w:rPr>
          <w:noProof/>
        </w:rPr>
        <w:pict>
          <v:shape id="_x0000_s1033" type="#_x0000_t202" alt="" style="position:absolute;margin-left:43.2pt;margin-top:672.3pt;width:253.8pt;height:52.2pt;z-index:251653120;visibility:visible;mso-wrap-edited:f;mso-wrap-distance-left:2.88pt;mso-wrap-distance-top:2.88pt;mso-wrap-distance-right:2.88pt;mso-wrap-distance-bottom:2.88pt" strokeweight="0" insetpen="t" o:cliptowrap="t">
            <v:stroke>
              <o:left v:ext="view" weight="0" joinstyle="miter" insetpen="t"/>
              <o:top v:ext="view" weight="0" joinstyle="miter" insetpen="t"/>
              <o:right v:ext="view" weight="0" joinstyle="miter" insetpen="t"/>
              <o:bottom v:ext="view" weight="0" joinstyle="miter" insetpen="t"/>
            </v:stroke>
            <v:shadow color="#ccc"/>
            <o:lock v:ext="edit" shapetype="t"/>
            <v:textbox style="mso-column-margin:5.7pt" inset="2.85pt,2.85pt,2.85pt,2.85pt">
              <w:txbxContent>
                <w:p w:rsidR="00A32EF3" w:rsidRDefault="00A32EF3" w:rsidP="00DB7E2E">
                  <w:pPr>
                    <w:pStyle w:val="msoaddress"/>
                    <w:widowControl w:val="0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Limited to 32 students, please contact:</w:t>
                  </w:r>
                </w:p>
                <w:p w:rsidR="00A32EF3" w:rsidRDefault="00A32EF3" w:rsidP="00DB7E2E">
                  <w:pPr>
                    <w:pStyle w:val="msoaddress"/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Ron Harrison-Camp Director</w:t>
                  </w:r>
                </w:p>
                <w:p w:rsidR="00A32EF3" w:rsidRDefault="00A32EF3" w:rsidP="00DB7E2E">
                  <w:pPr>
                    <w:pStyle w:val="msoaddress"/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rharrison@jason.org  </w:t>
                  </w:r>
                </w:p>
                <w:p w:rsidR="00A32EF3" w:rsidRDefault="00A32EF3" w:rsidP="00DB7E2E">
                  <w:pPr>
                    <w:pStyle w:val="msoaddress"/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719.849.1187</w:t>
                  </w:r>
                </w:p>
                <w:p w:rsidR="00A32EF3" w:rsidRDefault="00A32EF3" w:rsidP="00DB7E2E">
                  <w:pPr>
                    <w:pStyle w:val="msoaddress"/>
                    <w:widowControl w:val="0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 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82.25pt;margin-top:135pt;width:389.25pt;height:41.25pt;z-index:251656192;visibility:visible;mso-wrap-edited:f;mso-wrap-distance-left:2.88pt;mso-wrap-distance-top:2.88pt;mso-wrap-distance-right:2.88pt;mso-wrap-distance-bottom:2.88pt" filled="f" fillcolor="black" stroked="f" strokeweight="0" insetpen="t" o:cliptowrap="t">
            <v:shadow color="#ccc"/>
            <o:lock v:ext="edit" shapetype="t"/>
            <v:textbox style="mso-column-margin:5.7pt" inset="2.85pt,2.85pt,2.85pt,2.85pt">
              <w:txbxContent>
                <w:p w:rsidR="00A32EF3" w:rsidRPr="00DB7E2E" w:rsidRDefault="00A32EF3" w:rsidP="00DB7E2E">
                  <w:pPr>
                    <w:pStyle w:val="Title"/>
                    <w:widowControl w:val="0"/>
                  </w:pPr>
                  <w:r w:rsidRPr="00DB7E2E">
                    <w:t>STEM Robotics Camp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5" style="position:absolute;flip:x;z-index:251654144;visibility:visible;mso-wrap-edited:f;mso-wrap-distance-left:2.88pt;mso-wrap-distance-top:2.88pt;mso-wrap-distance-right:2.88pt;mso-wrap-distance-bottom:2.88pt" from="176.3pt,36pt" to="177.4pt,191.25pt" strokeweight="6pt" o:cliptowrap="t">
            <v:shadow color="#ccc"/>
          </v:line>
        </w:pict>
      </w:r>
      <w:r>
        <w:rPr>
          <w:noProof/>
        </w:rPr>
        <w:pict>
          <v:line id="_x0000_s1036" style="position:absolute;z-index:251655168;visibility:visible;mso-wrap-edited:f;mso-wrap-distance-left:2.88pt;mso-wrap-distance-top:2.88pt;mso-wrap-distance-right:2.88pt;mso-wrap-distance-bottom:2.88pt" from="36pt,181.95pt" to="8in,181.95pt" strokeweight="2pt" o:cliptowrap="t">
            <v:shadow color="#ccc"/>
          </v:line>
        </w:pict>
      </w:r>
      <w:r>
        <w:rPr>
          <w:noProof/>
        </w:rPr>
        <w:pict>
          <v:shape id="_x0000_s1037" type="#_x0000_t202" alt="" style="position:absolute;margin-left:189pt;margin-top:45pt;width:368.85pt;height:76.5pt;z-index:251657216;visibility:visible;mso-wrap-edited:f;mso-wrap-distance-left:2.88pt;mso-wrap-distance-top:2.88pt;mso-wrap-distance-right:2.88pt;mso-wrap-distance-bottom:2.88pt" filled="f" stroked="f" strokeweight="0" insetpen="t" o:cliptowrap="t">
            <v:stroke>
              <o:left v:ext="view" weight="0" joinstyle="miter" insetpen="t"/>
              <o:top v:ext="view" weight="0" joinstyle="miter" insetpen="t"/>
              <o:right v:ext="view" weight="0" joinstyle="miter" insetpen="t"/>
              <o:bottom v:ext="view" weight="0" joinstyle="miter" insetpen="t"/>
            </v:stroke>
            <v:shadow color="#ccc"/>
            <o:lock v:ext="edit" shapetype="t"/>
            <v:textbox style="mso-column-margin:5.7pt" inset="2.85pt,2.85pt,2.85pt,2.85pt">
              <w:txbxContent>
                <w:p w:rsidR="00A32EF3" w:rsidRDefault="00A32EF3" w:rsidP="00DB7E2E">
                  <w:pPr>
                    <w:pStyle w:val="Title"/>
                    <w:widowControl w:val="0"/>
                  </w:pPr>
                  <w:r>
                    <w:t>The JASON Project</w:t>
                  </w:r>
                </w:p>
                <w:p w:rsidR="00A32EF3" w:rsidRDefault="00A32EF3" w:rsidP="00DB7E2E">
                  <w:pPr>
                    <w:pStyle w:val="msotagline"/>
                    <w:widowControl w:val="0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Education through Exploration</w:t>
                  </w:r>
                </w:p>
              </w:txbxContent>
            </v:textbox>
          </v:shape>
        </w:pict>
      </w:r>
      <w:r>
        <w:rPr>
          <w:noProof/>
        </w:rPr>
        <w:pict>
          <v:shape id="Picture 25" o:spid="_x0000_s1038" type="#_x0000_t75" alt="iss-robotic-arm[1]" style="position:absolute;margin-left:306pt;margin-top:193.5pt;width:252pt;height:201.8pt;z-index:251659264;visibility:visible;mso-wrap-distance-left:2.88pt;mso-wrap-distance-top:2.88pt;mso-wrap-distance-right:2.88pt;mso-wrap-distance-bottom:2.88pt" insetpen="t">
            <v:imagedata r:id="rId6" o:title=""/>
          </v:shape>
        </w:pict>
      </w:r>
      <w:r>
        <w:rPr>
          <w:noProof/>
        </w:rPr>
        <w:pict>
          <v:shape id="_x0000_s1039" type="#_x0000_t202" style="position:absolute;margin-left:450pt;margin-top:392.25pt;width:103.5pt;height:13.5pt;z-index:251660288;mso-wrap-distance-left:2.88pt;mso-wrap-distance-top:2.88pt;mso-wrap-distance-right:2.88pt;mso-wrap-distance-bottom:2.88pt" filled="f" stroked="f" insetpen="t" o:cliptowrap="t">
            <v:fill color2="black"/>
            <v:shadow color="#ccc"/>
            <v:textbox style="mso-column-margin:5.76pt" inset="2.88pt,2.88pt,2.88pt,2.88pt">
              <w:txbxContent>
                <w:p w:rsidR="00A32EF3" w:rsidRDefault="00A32EF3" w:rsidP="00DB7E2E">
                  <w:pPr>
                    <w:widowControl w:val="0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Image courtesy of NASA</w:t>
                  </w:r>
                </w:p>
              </w:txbxContent>
            </v:textbox>
          </v:shape>
        </w:pict>
      </w:r>
    </w:p>
    <w:sectPr w:rsidR="00A32EF3" w:rsidSect="00DB7E2E">
      <w:pgSz w:w="12240" w:h="15840"/>
      <w:pgMar w:top="864" w:right="1584" w:bottom="864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84049"/>
    <w:multiLevelType w:val="hybridMultilevel"/>
    <w:tmpl w:val="DB00186E"/>
    <w:lvl w:ilvl="0" w:tplc="5FFA8EC0">
      <w:start w:val="20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DA322DA"/>
    <w:multiLevelType w:val="hybridMultilevel"/>
    <w:tmpl w:val="90F8E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52D17603"/>
    <w:multiLevelType w:val="hybridMultilevel"/>
    <w:tmpl w:val="A2B44930"/>
    <w:lvl w:ilvl="0" w:tplc="0B449604">
      <w:start w:val="20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153055B"/>
    <w:multiLevelType w:val="hybridMultilevel"/>
    <w:tmpl w:val="D52CB2A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AB020D9"/>
    <w:multiLevelType w:val="hybridMultilevel"/>
    <w:tmpl w:val="D2E67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1F645E5"/>
    <w:multiLevelType w:val="hybridMultilevel"/>
    <w:tmpl w:val="687E36B4"/>
    <w:lvl w:ilvl="0" w:tplc="D542FA7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C89798F"/>
    <w:multiLevelType w:val="hybridMultilevel"/>
    <w:tmpl w:val="5776B276"/>
    <w:lvl w:ilvl="0" w:tplc="039A6244"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E2E"/>
    <w:rsid w:val="0000563A"/>
    <w:rsid w:val="000239FD"/>
    <w:rsid w:val="00042092"/>
    <w:rsid w:val="00045C4E"/>
    <w:rsid w:val="00081365"/>
    <w:rsid w:val="0008558A"/>
    <w:rsid w:val="000A6BA5"/>
    <w:rsid w:val="000D47D5"/>
    <w:rsid w:val="000E3EBC"/>
    <w:rsid w:val="000F6404"/>
    <w:rsid w:val="001172C0"/>
    <w:rsid w:val="00186C74"/>
    <w:rsid w:val="00193806"/>
    <w:rsid w:val="00196698"/>
    <w:rsid w:val="001C42FA"/>
    <w:rsid w:val="001D2090"/>
    <w:rsid w:val="001F01DF"/>
    <w:rsid w:val="001F32D1"/>
    <w:rsid w:val="00226622"/>
    <w:rsid w:val="00227370"/>
    <w:rsid w:val="00232A65"/>
    <w:rsid w:val="00257D0D"/>
    <w:rsid w:val="00262F75"/>
    <w:rsid w:val="00284791"/>
    <w:rsid w:val="002E5836"/>
    <w:rsid w:val="002F3D31"/>
    <w:rsid w:val="00354463"/>
    <w:rsid w:val="003B3723"/>
    <w:rsid w:val="003E399F"/>
    <w:rsid w:val="003F02DF"/>
    <w:rsid w:val="00443C63"/>
    <w:rsid w:val="00446BFA"/>
    <w:rsid w:val="00467EE3"/>
    <w:rsid w:val="004A0AE0"/>
    <w:rsid w:val="004A6BC5"/>
    <w:rsid w:val="005348C2"/>
    <w:rsid w:val="00557EBD"/>
    <w:rsid w:val="00567CDD"/>
    <w:rsid w:val="005C0084"/>
    <w:rsid w:val="00637E0D"/>
    <w:rsid w:val="00642C0E"/>
    <w:rsid w:val="00645B30"/>
    <w:rsid w:val="00656F10"/>
    <w:rsid w:val="006612D4"/>
    <w:rsid w:val="00694BF1"/>
    <w:rsid w:val="00696765"/>
    <w:rsid w:val="006A5122"/>
    <w:rsid w:val="006B7DFA"/>
    <w:rsid w:val="007615EA"/>
    <w:rsid w:val="00766434"/>
    <w:rsid w:val="007F0CAD"/>
    <w:rsid w:val="0080242A"/>
    <w:rsid w:val="00833518"/>
    <w:rsid w:val="008355FC"/>
    <w:rsid w:val="00852B20"/>
    <w:rsid w:val="00860718"/>
    <w:rsid w:val="008A6649"/>
    <w:rsid w:val="008B280A"/>
    <w:rsid w:val="009007F6"/>
    <w:rsid w:val="00930ADB"/>
    <w:rsid w:val="0095097B"/>
    <w:rsid w:val="00961065"/>
    <w:rsid w:val="0097497C"/>
    <w:rsid w:val="009773DF"/>
    <w:rsid w:val="00995E32"/>
    <w:rsid w:val="009A7447"/>
    <w:rsid w:val="009B1FCA"/>
    <w:rsid w:val="009B560E"/>
    <w:rsid w:val="009C6799"/>
    <w:rsid w:val="009F5A16"/>
    <w:rsid w:val="00A055CF"/>
    <w:rsid w:val="00A27AD2"/>
    <w:rsid w:val="00A32EF3"/>
    <w:rsid w:val="00A33653"/>
    <w:rsid w:val="00A33C16"/>
    <w:rsid w:val="00A545A9"/>
    <w:rsid w:val="00A62D37"/>
    <w:rsid w:val="00A91493"/>
    <w:rsid w:val="00AB5C8F"/>
    <w:rsid w:val="00AC4183"/>
    <w:rsid w:val="00AD378B"/>
    <w:rsid w:val="00B53C8C"/>
    <w:rsid w:val="00B53D66"/>
    <w:rsid w:val="00B749D4"/>
    <w:rsid w:val="00B80012"/>
    <w:rsid w:val="00BC7788"/>
    <w:rsid w:val="00BD21A5"/>
    <w:rsid w:val="00BE0843"/>
    <w:rsid w:val="00C02408"/>
    <w:rsid w:val="00C03621"/>
    <w:rsid w:val="00C10ED0"/>
    <w:rsid w:val="00C23EBA"/>
    <w:rsid w:val="00C63349"/>
    <w:rsid w:val="00C74D7C"/>
    <w:rsid w:val="00CE2F81"/>
    <w:rsid w:val="00CF03B9"/>
    <w:rsid w:val="00D215F4"/>
    <w:rsid w:val="00D36B75"/>
    <w:rsid w:val="00D44092"/>
    <w:rsid w:val="00D73282"/>
    <w:rsid w:val="00DB7E2E"/>
    <w:rsid w:val="00DE1D74"/>
    <w:rsid w:val="00DE41CF"/>
    <w:rsid w:val="00DF47E3"/>
    <w:rsid w:val="00DF5CD0"/>
    <w:rsid w:val="00E153F1"/>
    <w:rsid w:val="00E21A4D"/>
    <w:rsid w:val="00E46539"/>
    <w:rsid w:val="00E7544B"/>
    <w:rsid w:val="00E75713"/>
    <w:rsid w:val="00EA7E6A"/>
    <w:rsid w:val="00EB0A2C"/>
    <w:rsid w:val="00EE7A39"/>
    <w:rsid w:val="00F2497E"/>
    <w:rsid w:val="00F25B21"/>
    <w:rsid w:val="00F32ED2"/>
    <w:rsid w:val="00F541E7"/>
    <w:rsid w:val="00FA30DB"/>
    <w:rsid w:val="00FA749A"/>
    <w:rsid w:val="00FB4E70"/>
    <w:rsid w:val="00FE0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E2E"/>
    <w:rPr>
      <w:rFonts w:ascii="Times New Roman" w:eastAsia="Times New Roman" w:hAnsi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DB7E2E"/>
    <w:rPr>
      <w:rFonts w:ascii="Eras Bold ITC" w:hAnsi="Eras Bold ITC" w:cs="Eras Bold ITC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rsid w:val="00DB7E2E"/>
    <w:rPr>
      <w:rFonts w:ascii="Eras Bold ITC" w:hAnsi="Eras Bold ITC" w:cs="Eras Bold ITC"/>
      <w:color w:val="000000"/>
      <w:kern w:val="28"/>
      <w:sz w:val="72"/>
      <w:szCs w:val="72"/>
      <w:lang w:val="en-US" w:eastAsia="en-US"/>
    </w:rPr>
  </w:style>
  <w:style w:type="paragraph" w:customStyle="1" w:styleId="msoaddress">
    <w:name w:val="msoaddress"/>
    <w:uiPriority w:val="99"/>
    <w:rsid w:val="00DB7E2E"/>
    <w:rPr>
      <w:rFonts w:ascii="Eras Medium ITC" w:eastAsia="Times New Roman" w:hAnsi="Eras Medium ITC" w:cs="Eras Medium ITC"/>
      <w:color w:val="000000"/>
      <w:kern w:val="28"/>
      <w:sz w:val="18"/>
      <w:szCs w:val="18"/>
    </w:rPr>
  </w:style>
  <w:style w:type="paragraph" w:customStyle="1" w:styleId="msotagline">
    <w:name w:val="msotagline"/>
    <w:uiPriority w:val="99"/>
    <w:rsid w:val="00DB7E2E"/>
    <w:rPr>
      <w:rFonts w:ascii="Perpetua" w:eastAsia="Times New Roman" w:hAnsi="Perpetua" w:cs="Perpetua"/>
      <w:i/>
      <w:iCs/>
      <w:color w:val="000000"/>
      <w:kern w:val="28"/>
      <w:sz w:val="19"/>
      <w:szCs w:val="19"/>
    </w:rPr>
  </w:style>
  <w:style w:type="paragraph" w:styleId="ListParagraph">
    <w:name w:val="List Paragraph"/>
    <w:basedOn w:val="Normal"/>
    <w:uiPriority w:val="99"/>
    <w:qFormat/>
    <w:rsid w:val="00A914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53D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D66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</Words>
  <Characters>13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Ron H</cp:lastModifiedBy>
  <cp:revision>3</cp:revision>
  <dcterms:created xsi:type="dcterms:W3CDTF">2011-06-22T15:29:00Z</dcterms:created>
  <dcterms:modified xsi:type="dcterms:W3CDTF">2011-06-22T18:24:00Z</dcterms:modified>
</cp:coreProperties>
</file>